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12990" w14:textId="47FF0B5D"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C40070">
        <w:rPr>
          <w:rFonts w:ascii="Calibri" w:eastAsia="Calibri" w:hAnsi="Calibri" w:cs="Calibri"/>
          <w:b/>
          <w:color w:val="000000"/>
          <w:lang w:eastAsia="en-US"/>
        </w:rPr>
        <w:t>9</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5681D51E" w14:textId="77777777" w:rsidR="00C40070" w:rsidRPr="00287134" w:rsidRDefault="00C40070" w:rsidP="00C40070">
      <w:pPr>
        <w:pStyle w:val="Default"/>
        <w:jc w:val="both"/>
        <w:rPr>
          <w:b/>
          <w:noProof/>
          <w:color w:val="auto"/>
          <w:sz w:val="18"/>
          <w:szCs w:val="18"/>
          <w:lang w:eastAsia="de-DE"/>
        </w:rPr>
      </w:pPr>
      <w:r w:rsidRPr="00287134">
        <w:rPr>
          <w:b/>
          <w:noProof/>
          <w:color w:val="auto"/>
          <w:sz w:val="18"/>
          <w:szCs w:val="18"/>
          <w:lang w:eastAsia="de-DE"/>
        </w:rPr>
        <w:t>Programul Regiunea Centru</w:t>
      </w:r>
    </w:p>
    <w:p w14:paraId="4DD9C919" w14:textId="77777777" w:rsidR="00C40070" w:rsidRPr="00287134" w:rsidRDefault="00C40070" w:rsidP="00C40070">
      <w:pPr>
        <w:pStyle w:val="Default"/>
        <w:jc w:val="both"/>
        <w:rPr>
          <w:b/>
          <w:noProof/>
          <w:color w:val="auto"/>
          <w:sz w:val="18"/>
          <w:szCs w:val="18"/>
          <w:lang w:eastAsia="de-DE"/>
        </w:rPr>
      </w:pPr>
      <w:r w:rsidRPr="00287134">
        <w:rPr>
          <w:b/>
          <w:noProof/>
          <w:color w:val="auto"/>
          <w:sz w:val="18"/>
          <w:szCs w:val="18"/>
          <w:lang w:eastAsia="de-DE"/>
        </w:rPr>
        <w:t xml:space="preserve">Prioritatea 1 O regiune competitivă prin inovare și întreprinderi dinamice pentru o economie inteligentă </w:t>
      </w:r>
    </w:p>
    <w:p w14:paraId="37049ED2" w14:textId="77777777" w:rsidR="00C40070" w:rsidRPr="00287134" w:rsidRDefault="00C40070" w:rsidP="00C40070">
      <w:pPr>
        <w:pStyle w:val="Default"/>
        <w:jc w:val="both"/>
        <w:rPr>
          <w:b/>
          <w:noProof/>
          <w:color w:val="auto"/>
          <w:sz w:val="18"/>
          <w:szCs w:val="18"/>
          <w:lang w:eastAsia="de-DE"/>
        </w:rPr>
      </w:pPr>
      <w:r w:rsidRPr="00287134">
        <w:rPr>
          <w:b/>
          <w:noProof/>
          <w:color w:val="auto"/>
          <w:sz w:val="18"/>
          <w:szCs w:val="18"/>
          <w:lang w:eastAsia="de-DE"/>
        </w:rPr>
        <w:t>OS 1.1 (i) Dezvoltarea și creșterea capacităţilor de cercetare și inovare și adoptarea tehnologiilor avansate</w:t>
      </w:r>
    </w:p>
    <w:p w14:paraId="474DB6DB" w14:textId="77777777" w:rsidR="00C40070" w:rsidRPr="00287134" w:rsidRDefault="00C40070" w:rsidP="00C40070">
      <w:pPr>
        <w:pStyle w:val="Default"/>
        <w:jc w:val="both"/>
        <w:rPr>
          <w:b/>
          <w:noProof/>
          <w:color w:val="auto"/>
          <w:sz w:val="18"/>
          <w:szCs w:val="18"/>
          <w:lang w:eastAsia="de-DE"/>
        </w:rPr>
      </w:pPr>
      <w:r w:rsidRPr="00287134">
        <w:rPr>
          <w:b/>
          <w:noProof/>
          <w:color w:val="auto"/>
          <w:sz w:val="18"/>
          <w:szCs w:val="18"/>
          <w:lang w:eastAsia="de-DE"/>
        </w:rPr>
        <w:t>OS 1.4 (iv) Dezvoltarea competenţelor pentru specializare inteligentă, tranziţie industrială și antreprenoriat</w:t>
      </w:r>
    </w:p>
    <w:p w14:paraId="0B6CBDDD" w14:textId="77777777" w:rsidR="00C40070" w:rsidRPr="00287134" w:rsidRDefault="00C40070" w:rsidP="00C40070">
      <w:pPr>
        <w:pStyle w:val="Default"/>
        <w:jc w:val="both"/>
        <w:rPr>
          <w:b/>
          <w:noProof/>
          <w:color w:val="auto"/>
          <w:sz w:val="18"/>
          <w:szCs w:val="18"/>
          <w:lang w:eastAsia="de-DE"/>
        </w:rPr>
      </w:pPr>
      <w:r w:rsidRPr="00287134">
        <w:rPr>
          <w:b/>
          <w:noProof/>
          <w:color w:val="auto"/>
          <w:sz w:val="18"/>
          <w:szCs w:val="18"/>
          <w:lang w:eastAsia="de-DE"/>
        </w:rPr>
        <w:t>Acțiunea 2: Dezvoltarea conexiunilor și sinergiilor, crearea de rețele între întreprinderi, centre de CD și sectorul învățământului superior, integrarea în rețele de inovare și cunoaștere, în relație cu sectoarele / ariile RIS regionale</w:t>
      </w:r>
    </w:p>
    <w:p w14:paraId="65BC73A4" w14:textId="55F4FAD0" w:rsidR="00C40070" w:rsidRPr="00287134" w:rsidRDefault="000D56C2" w:rsidP="00C40070">
      <w:pPr>
        <w:pStyle w:val="Default"/>
        <w:jc w:val="both"/>
        <w:rPr>
          <w:b/>
          <w:noProof/>
          <w:color w:val="auto"/>
          <w:sz w:val="18"/>
          <w:szCs w:val="18"/>
          <w:lang w:eastAsia="de-DE"/>
        </w:rPr>
      </w:pPr>
      <w:r w:rsidRPr="000D56C2">
        <w:rPr>
          <w:b/>
          <w:noProof/>
          <w:color w:val="auto"/>
          <w:sz w:val="18"/>
          <w:szCs w:val="18"/>
          <w:lang w:eastAsia="de-DE"/>
        </w:rPr>
        <w:t>Intervenția 1.2.1.</w:t>
      </w:r>
      <w:r w:rsidR="00C40070" w:rsidRPr="00287134">
        <w:rPr>
          <w:b/>
          <w:noProof/>
          <w:color w:val="auto"/>
          <w:sz w:val="18"/>
          <w:szCs w:val="18"/>
          <w:lang w:eastAsia="de-DE"/>
        </w:rPr>
        <w:t>: Participarea IMM-urilor și organizațiilor de CDI în structuri, parteneriate și programe de colaborare</w:t>
      </w: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04E7BAEF"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6E52DD51" w14:textId="77777777" w:rsidR="00AA1D43" w:rsidRPr="00AA1D43" w:rsidRDefault="00AA1D43" w:rsidP="00AA1D43">
      <w:pPr>
        <w:spacing w:before="120" w:after="120"/>
        <w:jc w:val="both"/>
        <w:rPr>
          <w:rFonts w:ascii="Calibri" w:hAnsi="Calibri" w:cs="Calibri"/>
          <w:lang w:eastAsia="en-US"/>
        </w:rPr>
      </w:pPr>
    </w:p>
    <w:p w14:paraId="7C017158" w14:textId="77777777" w:rsidR="00AA1D43" w:rsidRPr="00AA1D43" w:rsidRDefault="00AA1D43" w:rsidP="00AA1D43">
      <w:pPr>
        <w:spacing w:before="120" w:after="120"/>
        <w:jc w:val="both"/>
        <w:rPr>
          <w:rFonts w:ascii="Calibri" w:hAnsi="Calibri" w:cs="Calibri"/>
          <w:lang w:eastAsia="en-US"/>
        </w:rPr>
      </w:pPr>
    </w:p>
    <w:p w14:paraId="5E664629"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C92E" w14:textId="77777777" w:rsidR="006F14B9" w:rsidRDefault="006F14B9">
      <w:r>
        <w:separator/>
      </w:r>
    </w:p>
  </w:endnote>
  <w:endnote w:type="continuationSeparator" w:id="0">
    <w:p w14:paraId="3105431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EBF5" w14:textId="77777777" w:rsidR="006B34BF" w:rsidRDefault="006B34B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AE4C2"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EF22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D219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A03" w14:textId="77777777" w:rsidR="00072DDE" w:rsidRDefault="00AA1D43">
    <w:pPr>
      <w:pStyle w:val="Subsol"/>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9E13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ED630"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D5115"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4BF5" w14:textId="77777777" w:rsidR="006F14B9" w:rsidRDefault="006F14B9">
      <w:r>
        <w:separator/>
      </w:r>
    </w:p>
  </w:footnote>
  <w:footnote w:type="continuationSeparator" w:id="0">
    <w:p w14:paraId="62BF4E6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D1C0" w14:textId="291DCD73" w:rsidR="006B34BF" w:rsidRDefault="000D56C2">
    <w:pPr>
      <w:pStyle w:val="Antet"/>
    </w:pPr>
    <w:r>
      <w:pict w14:anchorId="11F2C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1" o:spid="_x0000_s2355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1DD0" w14:textId="102674A9" w:rsidR="002B3BB9" w:rsidRPr="00851382" w:rsidRDefault="000D56C2">
    <w:pPr>
      <w:pStyle w:val="Antet"/>
      <w:rPr>
        <w:color w:val="999999"/>
      </w:rPr>
    </w:pPr>
    <w:r>
      <w:pict w14:anchorId="1FDA2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2" o:spid="_x0000_s2355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34A05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8A79" w14:textId="53D84879" w:rsidR="002B3BB9" w:rsidRDefault="000D56C2">
    <w:pPr>
      <w:pStyle w:val="Antet"/>
      <w:tabs>
        <w:tab w:val="clear" w:pos="4536"/>
        <w:tab w:val="clear" w:pos="9072"/>
        <w:tab w:val="left" w:pos="6473"/>
      </w:tabs>
    </w:pPr>
    <w:r>
      <w:pict w14:anchorId="725C2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0" o:spid="_x0000_s2355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7907546">
    <w:abstractNumId w:val="1"/>
  </w:num>
  <w:num w:numId="2" w16cid:durableId="21129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355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4830"/>
    <w:rsid w:val="000C2AAE"/>
    <w:rsid w:val="000D56C2"/>
    <w:rsid w:val="001175F2"/>
    <w:rsid w:val="001357F6"/>
    <w:rsid w:val="00144BFD"/>
    <w:rsid w:val="00174904"/>
    <w:rsid w:val="001E7D06"/>
    <w:rsid w:val="002B3BB9"/>
    <w:rsid w:val="002E07E9"/>
    <w:rsid w:val="002F1246"/>
    <w:rsid w:val="00351F71"/>
    <w:rsid w:val="00376CFE"/>
    <w:rsid w:val="003E2E03"/>
    <w:rsid w:val="00404D58"/>
    <w:rsid w:val="00460F61"/>
    <w:rsid w:val="00462A4C"/>
    <w:rsid w:val="00474F02"/>
    <w:rsid w:val="00523BEA"/>
    <w:rsid w:val="005A6B00"/>
    <w:rsid w:val="005C21C9"/>
    <w:rsid w:val="005C7AFF"/>
    <w:rsid w:val="00643AC4"/>
    <w:rsid w:val="006901D5"/>
    <w:rsid w:val="006B34BF"/>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15DD0"/>
    <w:rsid w:val="00AA1D43"/>
    <w:rsid w:val="00AE4990"/>
    <w:rsid w:val="00B15233"/>
    <w:rsid w:val="00B20D99"/>
    <w:rsid w:val="00BD3175"/>
    <w:rsid w:val="00C05C7A"/>
    <w:rsid w:val="00C40070"/>
    <w:rsid w:val="00C82AD1"/>
    <w:rsid w:val="00C916A3"/>
    <w:rsid w:val="00CC6C98"/>
    <w:rsid w:val="00D22014"/>
    <w:rsid w:val="00D94812"/>
    <w:rsid w:val="00DA0DED"/>
    <w:rsid w:val="00DA2331"/>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6"/>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 w:type="paragraph" w:customStyle="1" w:styleId="Default">
    <w:name w:val="Default"/>
    <w:rsid w:val="00C4007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5B09A-E8B5-4B04-961B-113BEE80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19</TotalTime>
  <Pages>1</Pages>
  <Words>213</Words>
  <Characters>1691</Characters>
  <Application>Microsoft Office Word</Application>
  <DocSecurity>0</DocSecurity>
  <Lines>14</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1901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15</cp:revision>
  <cp:lastPrinted>2022-03-29T08:07:00Z</cp:lastPrinted>
  <dcterms:created xsi:type="dcterms:W3CDTF">2023-05-29T10:09:00Z</dcterms:created>
  <dcterms:modified xsi:type="dcterms:W3CDTF">2024-01-22T06:17:00Z</dcterms:modified>
</cp:coreProperties>
</file>